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244" w:rsidRDefault="008E6244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E6244" w:rsidRDefault="008E6244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8E6244" w:rsidRDefault="008E6244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E6244" w:rsidRDefault="008E6244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E6244" w:rsidRDefault="008E6244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8E6244" w:rsidRDefault="008E6244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E6244" w:rsidRDefault="008E6244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E6244" w:rsidRDefault="008E6244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8E6244" w:rsidRDefault="008E6244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8E6244" w:rsidRDefault="008E6244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8E6244" w:rsidRDefault="008E6244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8E6244" w:rsidRPr="009C67FF" w:rsidRDefault="008E6244" w:rsidP="009C67F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 xml:space="preserve">Konserwacja i naprawy awaryjne urządzeń oświetlenia ulic własności Gminy Bydgoszcz </w:t>
      </w:r>
    </w:p>
    <w:p w:rsidR="008E6244" w:rsidRPr="00331D1A" w:rsidRDefault="008E6244" w:rsidP="009C67F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>na terenie Miasta Bydgoszczy w 2019 roku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– OBSZAR I”</w:t>
      </w:r>
    </w:p>
    <w:p w:rsidR="008E6244" w:rsidRDefault="008E6244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8E6244" w:rsidRDefault="008E6244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E6244" w:rsidRDefault="008E6244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8E6244" w:rsidRDefault="008E6244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8E6244" w:rsidRDefault="008E6244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8E6244" w:rsidRDefault="008E6244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8E6244" w:rsidRPr="0058716D" w:rsidRDefault="008E6244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8E6244" w:rsidRPr="00B256A2" w:rsidRDefault="008E6244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8E6244" w:rsidRPr="00B256A2" w:rsidRDefault="008E6244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 xml:space="preserve">. SIWZ polegam na zasobach następującego/ych podmiotu/ów: </w:t>
      </w:r>
    </w:p>
    <w:p w:rsidR="008E6244" w:rsidRPr="00B256A2" w:rsidRDefault="008E6244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8E6244" w:rsidRPr="00B256A2" w:rsidRDefault="008E6244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8E6244" w:rsidRPr="00B256A2" w:rsidRDefault="008E6244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8E6244" w:rsidRPr="00B256A2" w:rsidRDefault="008E6244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8E6244" w:rsidRPr="00B256A2" w:rsidRDefault="008E6244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8E6244" w:rsidRPr="0058716D" w:rsidRDefault="008E6244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8E6244" w:rsidRPr="00B256A2" w:rsidRDefault="008E6244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8E6244" w:rsidRPr="003970CA" w:rsidRDefault="008E6244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8E6244" w:rsidRDefault="008E6244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8E6244" w:rsidRPr="003970CA" w:rsidRDefault="008E6244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8E6244" w:rsidRPr="003970CA" w:rsidRDefault="008E6244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E6244" w:rsidRPr="003970CA" w:rsidRDefault="008E6244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8E6244" w:rsidRDefault="008E6244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6244" w:rsidRDefault="008E6244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E6244" w:rsidRDefault="008E6244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E6244" w:rsidRDefault="008E6244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6244" w:rsidRDefault="008E6244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8E6244" w:rsidRDefault="008E6244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8E6244" w:rsidRPr="003970CA" w:rsidRDefault="008E6244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8E6244" w:rsidRPr="003970CA" w:rsidRDefault="008E6244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8E6244" w:rsidRPr="003970CA" w:rsidRDefault="008E6244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022D4F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8E6244" w:rsidRPr="003970CA" w:rsidRDefault="008E6244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8E6244" w:rsidRPr="003970CA" w:rsidRDefault="008E6244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8E6244" w:rsidRDefault="008E6244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6244" w:rsidRDefault="008E6244"/>
    <w:sectPr w:rsidR="008E6244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244" w:rsidRDefault="008E6244" w:rsidP="00A8229A">
      <w:pPr>
        <w:spacing w:after="0" w:line="240" w:lineRule="auto"/>
      </w:pPr>
      <w:r>
        <w:separator/>
      </w:r>
    </w:p>
  </w:endnote>
  <w:endnote w:type="continuationSeparator" w:id="0">
    <w:p w:rsidR="008E6244" w:rsidRDefault="008E6244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244" w:rsidRPr="009E0E74" w:rsidRDefault="008E6244">
    <w:pPr>
      <w:pStyle w:val="Footer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8E6244" w:rsidRDefault="008E62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244" w:rsidRDefault="008E6244" w:rsidP="00A8229A">
      <w:pPr>
        <w:spacing w:after="0" w:line="240" w:lineRule="auto"/>
      </w:pPr>
      <w:r>
        <w:separator/>
      </w:r>
    </w:p>
  </w:footnote>
  <w:footnote w:type="continuationSeparator" w:id="0">
    <w:p w:rsidR="008E6244" w:rsidRDefault="008E6244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244" w:rsidRPr="003875C0" w:rsidRDefault="008E6244" w:rsidP="009C67FF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108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053/2018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 xml:space="preserve">9-I </w:t>
    </w:r>
    <w:r w:rsidRPr="00037F0B">
      <w:rPr>
        <w:rFonts w:ascii="Arial" w:hAnsi="Arial" w:cs="Arial"/>
        <w:b/>
        <w:sz w:val="18"/>
        <w:szCs w:val="18"/>
      </w:rPr>
      <w:t>do SIWZ</w:t>
    </w:r>
    <w:r w:rsidRPr="00FF00B9">
      <w:rPr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C3A"/>
    <w:rsid w:val="0001626F"/>
    <w:rsid w:val="00022D4F"/>
    <w:rsid w:val="00037F0B"/>
    <w:rsid w:val="00067150"/>
    <w:rsid w:val="000837A3"/>
    <w:rsid w:val="000E7FC7"/>
    <w:rsid w:val="001A30B9"/>
    <w:rsid w:val="001B0C00"/>
    <w:rsid w:val="001C772D"/>
    <w:rsid w:val="001E400F"/>
    <w:rsid w:val="00272C49"/>
    <w:rsid w:val="002C72A5"/>
    <w:rsid w:val="00302945"/>
    <w:rsid w:val="00331D1A"/>
    <w:rsid w:val="003875C0"/>
    <w:rsid w:val="003970CA"/>
    <w:rsid w:val="003D5C62"/>
    <w:rsid w:val="00421035"/>
    <w:rsid w:val="00434CE9"/>
    <w:rsid w:val="00460B35"/>
    <w:rsid w:val="00484B45"/>
    <w:rsid w:val="00495023"/>
    <w:rsid w:val="004C1087"/>
    <w:rsid w:val="00500758"/>
    <w:rsid w:val="00505D00"/>
    <w:rsid w:val="00530581"/>
    <w:rsid w:val="00537DCC"/>
    <w:rsid w:val="0058716D"/>
    <w:rsid w:val="005B7576"/>
    <w:rsid w:val="005F1B18"/>
    <w:rsid w:val="005F65E5"/>
    <w:rsid w:val="006A3C29"/>
    <w:rsid w:val="006F58E8"/>
    <w:rsid w:val="007542A8"/>
    <w:rsid w:val="007B4B66"/>
    <w:rsid w:val="007E68BA"/>
    <w:rsid w:val="008A482D"/>
    <w:rsid w:val="008E6244"/>
    <w:rsid w:val="00954F73"/>
    <w:rsid w:val="00970653"/>
    <w:rsid w:val="009B35C6"/>
    <w:rsid w:val="009C67FF"/>
    <w:rsid w:val="009E0E74"/>
    <w:rsid w:val="00A36050"/>
    <w:rsid w:val="00A8229A"/>
    <w:rsid w:val="00A93CFF"/>
    <w:rsid w:val="00AA015A"/>
    <w:rsid w:val="00AF6E55"/>
    <w:rsid w:val="00B256A2"/>
    <w:rsid w:val="00BD6E7F"/>
    <w:rsid w:val="00BF5995"/>
    <w:rsid w:val="00C1499C"/>
    <w:rsid w:val="00C34C67"/>
    <w:rsid w:val="00C80FA0"/>
    <w:rsid w:val="00CF7C58"/>
    <w:rsid w:val="00D07E2E"/>
    <w:rsid w:val="00D5661C"/>
    <w:rsid w:val="00E87C3A"/>
    <w:rsid w:val="00EB61A6"/>
    <w:rsid w:val="00EE263B"/>
    <w:rsid w:val="00EE506E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3A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822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2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99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462</Words>
  <Characters>2773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24</cp:revision>
  <cp:lastPrinted>2018-11-19T08:09:00Z</cp:lastPrinted>
  <dcterms:created xsi:type="dcterms:W3CDTF">2018-02-20T07:53:00Z</dcterms:created>
  <dcterms:modified xsi:type="dcterms:W3CDTF">2018-11-19T08:09:00Z</dcterms:modified>
</cp:coreProperties>
</file>